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CDA66D4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3A2295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 xml:space="preserve">OŚWIADCZENIE W SPRAWIE DOŚWIADCZENIA ZAWODOWEGO 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9A2434A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 xml:space="preserve">OŚWIADCZENIE W SPRAWIE DOŚWIADCZENIA ZAWODOWEGO 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64FD3DCD" w:rsidR="000D24FD" w:rsidRPr="000D24FD" w:rsidRDefault="003A2295" w:rsidP="000D24FD">
      <w:pPr>
        <w:spacing w:before="120"/>
        <w:ind w:right="28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</w:t>
      </w:r>
      <w:r w:rsidR="00991DC8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</w:t>
      </w:r>
      <w:r w:rsidR="002B6CBE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648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/2025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2B6CBE" w:rsidRPr="002B6CBE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Wykonanie dokumentacji i robót budowlanych w branży elektroenergetycznej na terenie działania OŁD w RE Sieradz i RE Zgierz-Pabianice w podziale na 4 części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/>
          <w:sz w:val="20"/>
          <w:szCs w:val="20"/>
          <w:lang w:eastAsia="pl-PL"/>
        </w:rPr>
        <w:t>oświadczamy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  <w:r w:rsidR="006F544C">
        <w:rPr>
          <w:rFonts w:ascii="Calibri" w:eastAsia="Times New Roman" w:hAnsi="Calibri" w:cs="Times New Roman"/>
          <w:sz w:val="20"/>
          <w:szCs w:val="20"/>
        </w:rPr>
        <w:t xml:space="preserve"> oraz 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>w okresie ostatnich 3 lat przed upływem terminu składania ofert, a jeżeli okres prowadzenia działalności jest krótszy – w tym okresie, zrealizowali</w:t>
      </w:r>
      <w:r w:rsidR="006F544C">
        <w:rPr>
          <w:rFonts w:ascii="Calibri" w:eastAsia="Times New Roman" w:hAnsi="Calibri" w:cs="Times New Roman"/>
          <w:sz w:val="20"/>
          <w:szCs w:val="20"/>
        </w:rPr>
        <w:t>śmy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 xml:space="preserve"> minimum trzy dokumentacje projektowe odpowiadające swoim rodzajem projektom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EF2B80F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F64E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991DC8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2B6CBE">
            <w:rPr>
              <w:rFonts w:asciiTheme="majorHAnsi" w:hAnsiTheme="majorHAnsi"/>
              <w:color w:val="000000" w:themeColor="text1"/>
              <w:sz w:val="14"/>
              <w:szCs w:val="18"/>
            </w:rPr>
            <w:t>648</w:t>
          </w: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2532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CBE"/>
    <w:rsid w:val="002C470F"/>
    <w:rsid w:val="002D4CAD"/>
    <w:rsid w:val="002F10CA"/>
    <w:rsid w:val="00303C67"/>
    <w:rsid w:val="00310CB3"/>
    <w:rsid w:val="00335374"/>
    <w:rsid w:val="00335506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7F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3BD1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C8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POST/DYS/OLD/GZ/04648/2025                        </dmsv2SWPP2ObjectNumber>
    <dmsv2SWPP2SumMD5 xmlns="http://schemas.microsoft.com/sharepoint/v3">f748997ab713ed4dcab732353113e77a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24118913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JEUP5JKVCYQC-922955212-22692</_dlc_DocId>
    <_dlc_DocIdUrl xmlns="a19cb1c7-c5c7-46d4-85ae-d83685407bba">
      <Url>https://swpp2.dms.gkpge.pl/sites/41/_layouts/15/DocIdRedir.aspx?ID=JEUP5JKVCYQC-922955212-22692</Url>
      <Description>JEUP5JKVCYQC-922955212-22692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557C0C-E0BE-466D-A4D5-8C5DC8A65F3A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5204D6-738F-42A1-9BB3-1CEE7E93A54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67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17</cp:revision>
  <cp:lastPrinted>2024-07-15T11:21:00Z</cp:lastPrinted>
  <dcterms:created xsi:type="dcterms:W3CDTF">2025-01-15T13:15:00Z</dcterms:created>
  <dcterms:modified xsi:type="dcterms:W3CDTF">2026-01-13T05:50:00Z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478b8640-0742-4687-afef-638e12dde0c9</vt:lpwstr>
  </property>
</Properties>
</file>